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25A49B" w14:textId="77777777" w:rsidR="00FA5289" w:rsidRDefault="00FA5289" w:rsidP="00E214CD">
      <w:pPr>
        <w:pStyle w:val="NoSpacing"/>
        <w:tabs>
          <w:tab w:val="left" w:pos="5103"/>
        </w:tabs>
        <w:ind w:right="-284"/>
        <w:rPr>
          <w:rFonts w:ascii="Times New Roman" w:hAnsi="Times New Roman"/>
          <w:b/>
          <w:sz w:val="24"/>
          <w:szCs w:val="24"/>
        </w:rPr>
      </w:pPr>
    </w:p>
    <w:p w14:paraId="347EFCC6" w14:textId="18F70F76" w:rsidR="00E214CD" w:rsidRPr="00FA5289" w:rsidRDefault="00FA5289" w:rsidP="00E214CD">
      <w:pPr>
        <w:pStyle w:val="NoSpacing"/>
        <w:tabs>
          <w:tab w:val="left" w:pos="5103"/>
        </w:tabs>
        <w:ind w:right="-284"/>
        <w:rPr>
          <w:rFonts w:ascii="Times New Roman" w:hAnsi="Times New Roman"/>
          <w:bCs/>
          <w:sz w:val="24"/>
          <w:szCs w:val="24"/>
        </w:rPr>
      </w:pPr>
      <w:r w:rsidRPr="00FA5289">
        <w:rPr>
          <w:rFonts w:ascii="Times New Roman" w:hAnsi="Times New Roman"/>
          <w:bCs/>
          <w:sz w:val="24"/>
          <w:szCs w:val="24"/>
        </w:rPr>
        <w:t>Lp Lembit Tuimets</w:t>
      </w:r>
      <w:r w:rsidR="00E214CD" w:rsidRPr="00FA5289">
        <w:rPr>
          <w:rFonts w:ascii="Times New Roman" w:hAnsi="Times New Roman"/>
          <w:bCs/>
          <w:sz w:val="24"/>
          <w:szCs w:val="24"/>
        </w:rPr>
        <w:tab/>
        <w:t xml:space="preserve">Teie </w:t>
      </w:r>
      <w:r w:rsidRPr="00FA5289">
        <w:rPr>
          <w:rFonts w:ascii="Times New Roman" w:hAnsi="Times New Roman"/>
          <w:bCs/>
          <w:sz w:val="24"/>
          <w:szCs w:val="24"/>
        </w:rPr>
        <w:t>16.10.2025</w:t>
      </w:r>
      <w:r w:rsidR="00467F3B" w:rsidRPr="00FA5289">
        <w:rPr>
          <w:rFonts w:ascii="Times New Roman" w:hAnsi="Times New Roman"/>
          <w:bCs/>
          <w:sz w:val="24"/>
          <w:szCs w:val="24"/>
        </w:rPr>
        <w:t xml:space="preserve"> nr </w:t>
      </w:r>
      <w:r w:rsidRPr="00FA5289">
        <w:rPr>
          <w:rFonts w:ascii="Times New Roman" w:hAnsi="Times New Roman"/>
          <w:bCs/>
          <w:sz w:val="24"/>
          <w:szCs w:val="24"/>
        </w:rPr>
        <w:t>8-3/25-079/17699-1</w:t>
      </w:r>
    </w:p>
    <w:p w14:paraId="2AA04CEA" w14:textId="62B38499" w:rsidR="00FA5289" w:rsidRPr="00FA5289" w:rsidRDefault="00FA5289" w:rsidP="00E214CD">
      <w:pPr>
        <w:pStyle w:val="NoSpacing"/>
        <w:tabs>
          <w:tab w:val="left" w:pos="5103"/>
        </w:tabs>
        <w:ind w:right="-284"/>
        <w:rPr>
          <w:rFonts w:ascii="Times New Roman" w:hAnsi="Times New Roman"/>
          <w:bCs/>
          <w:sz w:val="24"/>
          <w:szCs w:val="24"/>
        </w:rPr>
      </w:pPr>
      <w:r w:rsidRPr="00FA5289">
        <w:rPr>
          <w:rFonts w:ascii="Times New Roman" w:hAnsi="Times New Roman"/>
          <w:bCs/>
          <w:sz w:val="24"/>
          <w:szCs w:val="24"/>
        </w:rPr>
        <w:t>Transpordiamet</w:t>
      </w:r>
    </w:p>
    <w:p w14:paraId="4653D624" w14:textId="1F930D36" w:rsidR="00E214CD" w:rsidRPr="0020660C" w:rsidRDefault="00FA5289" w:rsidP="00FA5289">
      <w:pPr>
        <w:pStyle w:val="NoSpacing"/>
        <w:tabs>
          <w:tab w:val="left" w:pos="5103"/>
        </w:tabs>
        <w:rPr>
          <w:rFonts w:ascii="Times New Roman" w:hAnsi="Times New Roman"/>
          <w:sz w:val="24"/>
          <w:szCs w:val="24"/>
        </w:rPr>
      </w:pPr>
      <w:hyperlink r:id="rId11" w:history="1">
        <w:r w:rsidRPr="003A380C">
          <w:rPr>
            <w:rStyle w:val="Hyperlink"/>
            <w:rFonts w:ascii="Times New Roman" w:hAnsi="Times New Roman"/>
            <w:sz w:val="24"/>
            <w:szCs w:val="24"/>
          </w:rPr>
          <w:t>Lembit.Tuimets@transpordiamet.ee</w:t>
        </w:r>
      </w:hyperlink>
      <w:r>
        <w:rPr>
          <w:rStyle w:val="fontstyle01"/>
        </w:rPr>
        <w:t xml:space="preserve"> </w:t>
      </w:r>
      <w:r w:rsidR="00E214CD">
        <w:rPr>
          <w:rFonts w:ascii="Times New Roman" w:hAnsi="Times New Roman"/>
          <w:sz w:val="24"/>
          <w:szCs w:val="24"/>
        </w:rPr>
        <w:tab/>
      </w:r>
      <w:r w:rsidR="00467F3B">
        <w:rPr>
          <w:rFonts w:ascii="Times New Roman" w:hAnsi="Times New Roman"/>
          <w:sz w:val="24"/>
          <w:szCs w:val="24"/>
        </w:rPr>
        <w:t xml:space="preserve"> </w:t>
      </w:r>
      <w:r w:rsidR="00E214CD">
        <w:rPr>
          <w:rFonts w:ascii="Times New Roman" w:hAnsi="Times New Roman"/>
          <w:sz w:val="24"/>
          <w:szCs w:val="24"/>
        </w:rPr>
        <w:t xml:space="preserve">Meie </w:t>
      </w:r>
      <w:r>
        <w:rPr>
          <w:rFonts w:ascii="Times New Roman" w:hAnsi="Times New Roman"/>
          <w:sz w:val="24"/>
          <w:szCs w:val="24"/>
        </w:rPr>
        <w:t>16.10.2025 nr 3-1/460-1</w:t>
      </w:r>
    </w:p>
    <w:p w14:paraId="194B07A2" w14:textId="77777777" w:rsidR="00E214CD" w:rsidRPr="0020660C" w:rsidRDefault="00E214CD" w:rsidP="00E214CD">
      <w:pPr>
        <w:pStyle w:val="NoSpacing"/>
        <w:rPr>
          <w:rFonts w:ascii="Times New Roman" w:hAnsi="Times New Roman"/>
          <w:sz w:val="24"/>
          <w:szCs w:val="24"/>
        </w:rPr>
      </w:pPr>
    </w:p>
    <w:p w14:paraId="6E70A28C" w14:textId="77777777" w:rsidR="00E214CD" w:rsidRPr="0020660C" w:rsidRDefault="00E214CD" w:rsidP="00E214CD">
      <w:pPr>
        <w:pStyle w:val="NoSpacing"/>
        <w:tabs>
          <w:tab w:val="left" w:pos="5812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14:paraId="7218C6BF" w14:textId="77777777" w:rsidR="00E214CD" w:rsidRPr="0020660C" w:rsidRDefault="00E214CD" w:rsidP="00E214CD">
      <w:pPr>
        <w:pStyle w:val="NoSpacing"/>
        <w:rPr>
          <w:rFonts w:ascii="Times New Roman" w:hAnsi="Times New Roman"/>
          <w:sz w:val="24"/>
          <w:szCs w:val="24"/>
        </w:rPr>
      </w:pPr>
    </w:p>
    <w:p w14:paraId="3B8D9130" w14:textId="77777777" w:rsidR="00E214CD" w:rsidRPr="0020660C" w:rsidRDefault="00E214CD" w:rsidP="00E214CD">
      <w:pPr>
        <w:pStyle w:val="NoSpacing"/>
        <w:rPr>
          <w:rFonts w:ascii="Times New Roman" w:hAnsi="Times New Roman"/>
          <w:sz w:val="24"/>
          <w:szCs w:val="24"/>
        </w:rPr>
      </w:pPr>
    </w:p>
    <w:p w14:paraId="4107A565" w14:textId="219DCB70" w:rsidR="00E214CD" w:rsidRPr="004D7513" w:rsidRDefault="00FA5289" w:rsidP="008B1719">
      <w:pPr>
        <w:spacing w:line="252" w:lineRule="auto"/>
        <w:ind w:right="4507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Teeristi kinnisasja omandamise menetlus</w:t>
      </w:r>
    </w:p>
    <w:p w14:paraId="5D60EE0E" w14:textId="77777777" w:rsidR="00E214CD" w:rsidRPr="00F051B0" w:rsidRDefault="00E214CD" w:rsidP="00E214CD">
      <w:pPr>
        <w:spacing w:line="252" w:lineRule="auto"/>
        <w:rPr>
          <w:rFonts w:ascii="Times New Roman" w:hAnsi="Times New Roman"/>
          <w:sz w:val="24"/>
        </w:rPr>
      </w:pPr>
    </w:p>
    <w:p w14:paraId="6A996B2C" w14:textId="77777777" w:rsidR="00E214CD" w:rsidRDefault="00E214CD" w:rsidP="00E214CD">
      <w:pPr>
        <w:spacing w:line="252" w:lineRule="auto"/>
        <w:rPr>
          <w:rFonts w:ascii="Times New Roman" w:hAnsi="Times New Roman"/>
          <w:sz w:val="24"/>
        </w:rPr>
      </w:pPr>
    </w:p>
    <w:p w14:paraId="24041C5D" w14:textId="49D64EA6" w:rsidR="00FA5289" w:rsidRDefault="00FA5289" w:rsidP="00FA5289">
      <w:pPr>
        <w:pStyle w:val="NormalWeb"/>
        <w:jc w:val="both"/>
      </w:pPr>
      <w:r>
        <w:t>Teavitasite 16.10.2025 kirjaga Teeristi kinnisasja (registriosa nr 1543236, katastriüksuse tunnus 23401:003:1030) osa omandamise menetluse algatamisest avalikes huvides.</w:t>
      </w:r>
    </w:p>
    <w:p w14:paraId="4CC0E5AA" w14:textId="54C5954A" w:rsidR="00FA5289" w:rsidRDefault="00FA5289" w:rsidP="00FA5289">
      <w:pPr>
        <w:pStyle w:val="NormalWeb"/>
        <w:jc w:val="both"/>
      </w:pPr>
      <w:r>
        <w:t xml:space="preserve">Anname teada, et nimetatud kinnistul kehtib </w:t>
      </w:r>
      <w:r>
        <w:rPr>
          <w:rStyle w:val="Strong"/>
        </w:rPr>
        <w:t>tähtajatu põllumajanduslik rendileping</w:t>
      </w:r>
      <w:r>
        <w:t>, mis annab kolmandale isikule õiguse kasutada kinnisasja põllumajanduslikuks otstarbeks.</w:t>
      </w:r>
    </w:p>
    <w:p w14:paraId="30766CCA" w14:textId="0A208196" w:rsidR="00FA5289" w:rsidRDefault="00FA5289" w:rsidP="00FA5289">
      <w:pPr>
        <w:pStyle w:val="NormalWeb"/>
        <w:jc w:val="both"/>
      </w:pPr>
      <w:r>
        <w:t>Palume seda asjaolu arvesse võtta Teeristi kinnisasja osa omandamise menetluse edasises käigus ning jääme rendilepingu ümbervormistamise tarbeks ootama infot kinnisasja osa omandamise lepingu sõlmimise tähtaja kohta.</w:t>
      </w:r>
    </w:p>
    <w:p w14:paraId="03E4B93B" w14:textId="77777777" w:rsidR="00E214CD" w:rsidRDefault="00E214CD" w:rsidP="00E214CD">
      <w:pPr>
        <w:spacing w:line="252" w:lineRule="auto"/>
        <w:rPr>
          <w:rFonts w:ascii="Times New Roman" w:hAnsi="Times New Roman"/>
          <w:sz w:val="24"/>
        </w:rPr>
      </w:pPr>
    </w:p>
    <w:p w14:paraId="78A2CC32" w14:textId="77777777" w:rsidR="00E214CD" w:rsidRDefault="00E214CD" w:rsidP="00E214CD">
      <w:pPr>
        <w:pStyle w:val="NoSpacing"/>
        <w:spacing w:befor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Lugupidamisega</w:t>
      </w:r>
    </w:p>
    <w:p w14:paraId="18808A1C" w14:textId="77777777" w:rsidR="00E214CD" w:rsidRPr="002B12A5" w:rsidRDefault="00E214CD" w:rsidP="00E214CD">
      <w:pPr>
        <w:pStyle w:val="NoSpacing"/>
        <w:spacing w:before="120" w:after="120"/>
        <w:jc w:val="both"/>
        <w:rPr>
          <w:rFonts w:ascii="Times New Roman" w:hAnsi="Times New Roman"/>
          <w:i/>
          <w:sz w:val="24"/>
          <w:szCs w:val="24"/>
        </w:rPr>
      </w:pPr>
      <w:r w:rsidRPr="002B12A5">
        <w:rPr>
          <w:rFonts w:ascii="Times New Roman" w:hAnsi="Times New Roman"/>
          <w:i/>
          <w:sz w:val="24"/>
          <w:szCs w:val="24"/>
        </w:rPr>
        <w:t>/allkirjastatud digitaalselt/</w:t>
      </w:r>
    </w:p>
    <w:p w14:paraId="163F1609" w14:textId="77777777" w:rsidR="00E214CD" w:rsidRDefault="00E214CD" w:rsidP="00E214CD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Taavi Raadik</w:t>
      </w:r>
    </w:p>
    <w:p w14:paraId="0D3D2426" w14:textId="77777777" w:rsidR="00E214CD" w:rsidRDefault="00E214CD" w:rsidP="00E214CD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Metsamaahalduse AS</w:t>
      </w:r>
    </w:p>
    <w:p w14:paraId="7DA08737" w14:textId="77777777" w:rsidR="00E214CD" w:rsidRDefault="00E214CD" w:rsidP="00E214CD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juhatuse liige</w:t>
      </w:r>
    </w:p>
    <w:p w14:paraId="0835A74E" w14:textId="77777777" w:rsidR="00E77AC7" w:rsidRDefault="00E77AC7" w:rsidP="000C4E4D">
      <w:pPr>
        <w:rPr>
          <w:rFonts w:cs="Tahoma"/>
          <w:szCs w:val="20"/>
        </w:rPr>
      </w:pPr>
    </w:p>
    <w:p w14:paraId="0D600CB8" w14:textId="77777777" w:rsidR="00E77AC7" w:rsidRPr="000C4E4D" w:rsidRDefault="00E77AC7" w:rsidP="000C4E4D">
      <w:pPr>
        <w:rPr>
          <w:rFonts w:cs="Tahoma"/>
          <w:szCs w:val="20"/>
        </w:rPr>
      </w:pPr>
    </w:p>
    <w:sectPr w:rsidR="00E77AC7" w:rsidRPr="000C4E4D" w:rsidSect="00CC1033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2835" w:right="1416" w:bottom="0" w:left="158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1D40AA" w14:textId="77777777" w:rsidR="0012430A" w:rsidRDefault="0012430A">
      <w:r>
        <w:separator/>
      </w:r>
    </w:p>
  </w:endnote>
  <w:endnote w:type="continuationSeparator" w:id="0">
    <w:p w14:paraId="42A117FA" w14:textId="77777777" w:rsidR="0012430A" w:rsidRDefault="001243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2965"/>
      <w:gridCol w:w="2965"/>
      <w:gridCol w:w="2965"/>
    </w:tblGrid>
    <w:tr w:rsidR="54EC9C6D" w14:paraId="7688224A" w14:textId="77777777" w:rsidTr="54EC9C6D">
      <w:tc>
        <w:tcPr>
          <w:tcW w:w="2965" w:type="dxa"/>
        </w:tcPr>
        <w:p w14:paraId="1EBF057B" w14:textId="38807CA1" w:rsidR="54EC9C6D" w:rsidRDefault="54EC9C6D" w:rsidP="54EC9C6D">
          <w:pPr>
            <w:pStyle w:val="Header"/>
            <w:ind w:left="-115"/>
            <w:jc w:val="left"/>
          </w:pPr>
        </w:p>
      </w:tc>
      <w:tc>
        <w:tcPr>
          <w:tcW w:w="2965" w:type="dxa"/>
        </w:tcPr>
        <w:p w14:paraId="2D295169" w14:textId="04AF4812" w:rsidR="54EC9C6D" w:rsidRDefault="54EC9C6D" w:rsidP="54EC9C6D">
          <w:pPr>
            <w:pStyle w:val="Header"/>
            <w:jc w:val="center"/>
          </w:pPr>
        </w:p>
      </w:tc>
      <w:tc>
        <w:tcPr>
          <w:tcW w:w="2965" w:type="dxa"/>
        </w:tcPr>
        <w:p w14:paraId="610C94DB" w14:textId="69061600" w:rsidR="54EC9C6D" w:rsidRDefault="54EC9C6D" w:rsidP="54EC9C6D">
          <w:pPr>
            <w:pStyle w:val="Header"/>
            <w:ind w:right="-115"/>
            <w:jc w:val="right"/>
          </w:pPr>
        </w:p>
      </w:tc>
    </w:tr>
  </w:tbl>
  <w:p w14:paraId="5D6A8AB2" w14:textId="39173D12" w:rsidR="54EC9C6D" w:rsidRDefault="54EC9C6D" w:rsidP="54EC9C6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08763D" w14:textId="77777777" w:rsidR="003A5E9E" w:rsidRDefault="003A5E9E">
    <w:r>
      <w:t>_________________________________________________________________________________</w:t>
    </w:r>
  </w:p>
  <w:tbl>
    <w:tblPr>
      <w:tblW w:w="8931" w:type="dxa"/>
      <w:tblLook w:val="01E0" w:firstRow="1" w:lastRow="1" w:firstColumn="1" w:lastColumn="1" w:noHBand="0" w:noVBand="0"/>
    </w:tblPr>
    <w:tblGrid>
      <w:gridCol w:w="2902"/>
      <w:gridCol w:w="2642"/>
      <w:gridCol w:w="3387"/>
    </w:tblGrid>
    <w:tr w:rsidR="003A5E9E" w:rsidRPr="00E214CD" w14:paraId="2643C13A" w14:textId="77777777" w:rsidTr="00E214CD">
      <w:trPr>
        <w:trHeight w:val="1203"/>
      </w:trPr>
      <w:tc>
        <w:tcPr>
          <w:tcW w:w="2902" w:type="dxa"/>
        </w:tcPr>
        <w:p w14:paraId="19ACAAA0" w14:textId="77777777" w:rsidR="003A5E9E" w:rsidRPr="00E214CD" w:rsidRDefault="003A5E9E" w:rsidP="00193193">
          <w:pPr>
            <w:rPr>
              <w:rFonts w:ascii="Times New Roman" w:hAnsi="Times New Roman"/>
              <w:szCs w:val="16"/>
            </w:rPr>
          </w:pPr>
          <w:r w:rsidRPr="00E214CD">
            <w:rPr>
              <w:rFonts w:ascii="Times New Roman" w:hAnsi="Times New Roman"/>
              <w:szCs w:val="16"/>
            </w:rPr>
            <w:t>METSAMAAHALDUSE AS</w:t>
          </w:r>
        </w:p>
        <w:p w14:paraId="101A72E7" w14:textId="77777777" w:rsidR="003A5E9E" w:rsidRPr="00E214CD" w:rsidRDefault="003A5E9E" w:rsidP="00193193">
          <w:pPr>
            <w:rPr>
              <w:rFonts w:ascii="Times New Roman" w:hAnsi="Times New Roman"/>
              <w:szCs w:val="16"/>
            </w:rPr>
          </w:pPr>
          <w:r w:rsidRPr="00E214CD">
            <w:rPr>
              <w:rFonts w:ascii="Times New Roman" w:hAnsi="Times New Roman"/>
              <w:szCs w:val="16"/>
            </w:rPr>
            <w:t>Tartu 4a,  71004  Viljandi</w:t>
          </w:r>
        </w:p>
        <w:p w14:paraId="61B6C9EE" w14:textId="77777777" w:rsidR="003A5E9E" w:rsidRPr="00E214CD" w:rsidRDefault="003A5E9E" w:rsidP="00193193">
          <w:pPr>
            <w:rPr>
              <w:rFonts w:ascii="Times New Roman" w:hAnsi="Times New Roman"/>
              <w:szCs w:val="16"/>
            </w:rPr>
          </w:pPr>
          <w:r w:rsidRPr="00E214CD">
            <w:rPr>
              <w:rFonts w:ascii="Times New Roman" w:hAnsi="Times New Roman"/>
              <w:szCs w:val="16"/>
            </w:rPr>
            <w:t>Registrikood 10052156</w:t>
          </w:r>
        </w:p>
        <w:p w14:paraId="3C6D8A46" w14:textId="77777777" w:rsidR="003A5E9E" w:rsidRPr="00E214CD" w:rsidRDefault="003A5E9E" w:rsidP="000E7AB3">
          <w:pPr>
            <w:jc w:val="center"/>
            <w:rPr>
              <w:rFonts w:ascii="Times New Roman" w:hAnsi="Times New Roman"/>
              <w:szCs w:val="16"/>
            </w:rPr>
          </w:pPr>
        </w:p>
      </w:tc>
      <w:tc>
        <w:tcPr>
          <w:tcW w:w="2642" w:type="dxa"/>
        </w:tcPr>
        <w:p w14:paraId="515E7EF6" w14:textId="77777777" w:rsidR="003A5E9E" w:rsidRPr="00E214CD" w:rsidRDefault="003A5E9E" w:rsidP="000E7AB3">
          <w:pPr>
            <w:jc w:val="center"/>
            <w:rPr>
              <w:rFonts w:ascii="Times New Roman" w:hAnsi="Times New Roman"/>
              <w:szCs w:val="16"/>
            </w:rPr>
          </w:pPr>
          <w:r w:rsidRPr="00E214CD">
            <w:rPr>
              <w:rFonts w:ascii="Times New Roman" w:hAnsi="Times New Roman"/>
              <w:szCs w:val="16"/>
            </w:rPr>
            <w:t>Tel. +372 433 3427</w:t>
          </w:r>
        </w:p>
        <w:p w14:paraId="313993E9" w14:textId="77777777" w:rsidR="003A5E9E" w:rsidRPr="00E214CD" w:rsidRDefault="003A5E9E" w:rsidP="000E7AB3">
          <w:pPr>
            <w:jc w:val="center"/>
            <w:rPr>
              <w:rFonts w:ascii="Times New Roman" w:hAnsi="Times New Roman"/>
              <w:szCs w:val="16"/>
            </w:rPr>
          </w:pPr>
          <w:hyperlink r:id="rId1" w:history="1">
            <w:r w:rsidRPr="00E214CD">
              <w:rPr>
                <w:rStyle w:val="Hyperlink"/>
                <w:rFonts w:ascii="Times New Roman" w:hAnsi="Times New Roman"/>
                <w:szCs w:val="16"/>
              </w:rPr>
              <w:t>metsamaahaldus@vestman.ee</w:t>
            </w:r>
          </w:hyperlink>
        </w:p>
        <w:p w14:paraId="08EC24BE" w14:textId="77777777" w:rsidR="003A5E9E" w:rsidRPr="00E214CD" w:rsidRDefault="00193193" w:rsidP="000E7AB3">
          <w:pPr>
            <w:jc w:val="center"/>
            <w:rPr>
              <w:rFonts w:ascii="Times New Roman" w:hAnsi="Times New Roman"/>
              <w:szCs w:val="16"/>
            </w:rPr>
          </w:pPr>
          <w:hyperlink r:id="rId2" w:history="1">
            <w:r w:rsidRPr="00E214CD">
              <w:rPr>
                <w:rStyle w:val="Hyperlink"/>
                <w:rFonts w:ascii="Times New Roman" w:hAnsi="Times New Roman"/>
                <w:szCs w:val="16"/>
              </w:rPr>
              <w:t>www.vestman.ee</w:t>
            </w:r>
          </w:hyperlink>
          <w:r w:rsidRPr="00E214CD">
            <w:rPr>
              <w:rFonts w:ascii="Times New Roman" w:hAnsi="Times New Roman"/>
              <w:szCs w:val="16"/>
            </w:rPr>
            <w:t xml:space="preserve"> </w:t>
          </w:r>
        </w:p>
        <w:p w14:paraId="664A515B" w14:textId="77777777" w:rsidR="003A5E9E" w:rsidRPr="00E214CD" w:rsidRDefault="003A5E9E" w:rsidP="000E7AB3">
          <w:pPr>
            <w:jc w:val="center"/>
            <w:rPr>
              <w:rFonts w:ascii="Times New Roman" w:hAnsi="Times New Roman"/>
              <w:szCs w:val="16"/>
            </w:rPr>
          </w:pPr>
        </w:p>
      </w:tc>
      <w:tc>
        <w:tcPr>
          <w:tcW w:w="3387" w:type="dxa"/>
        </w:tcPr>
        <w:p w14:paraId="4C200313" w14:textId="77777777" w:rsidR="003A5E9E" w:rsidRPr="00E214CD" w:rsidRDefault="00245404" w:rsidP="00193193">
          <w:pPr>
            <w:jc w:val="right"/>
            <w:rPr>
              <w:rFonts w:ascii="Times New Roman" w:hAnsi="Times New Roman"/>
              <w:szCs w:val="16"/>
            </w:rPr>
          </w:pPr>
          <w:r w:rsidRPr="00E214CD">
            <w:rPr>
              <w:rFonts w:ascii="Times New Roman" w:hAnsi="Times New Roman"/>
              <w:szCs w:val="16"/>
            </w:rPr>
            <w:t>EE68220000</w:t>
          </w:r>
          <w:r w:rsidR="003A5E9E" w:rsidRPr="00E214CD">
            <w:rPr>
              <w:rFonts w:ascii="Times New Roman" w:hAnsi="Times New Roman"/>
              <w:szCs w:val="16"/>
            </w:rPr>
            <w:t>1120131010 Swedbank</w:t>
          </w:r>
        </w:p>
        <w:p w14:paraId="0322C2C7" w14:textId="77777777" w:rsidR="003A5E9E" w:rsidRPr="00E214CD" w:rsidRDefault="00245404" w:rsidP="00193193">
          <w:pPr>
            <w:jc w:val="right"/>
            <w:rPr>
              <w:rFonts w:ascii="Times New Roman" w:hAnsi="Times New Roman"/>
              <w:szCs w:val="16"/>
            </w:rPr>
          </w:pPr>
          <w:r w:rsidRPr="00E214CD">
            <w:rPr>
              <w:rFonts w:ascii="Times New Roman" w:hAnsi="Times New Roman"/>
              <w:szCs w:val="16"/>
            </w:rPr>
            <w:t>EE6910</w:t>
          </w:r>
          <w:r w:rsidR="003A5E9E" w:rsidRPr="00E214CD">
            <w:rPr>
              <w:rFonts w:ascii="Times New Roman" w:hAnsi="Times New Roman"/>
              <w:szCs w:val="16"/>
            </w:rPr>
            <w:t>102200061966018 SEB</w:t>
          </w:r>
        </w:p>
        <w:p w14:paraId="6796FBB8" w14:textId="77777777" w:rsidR="003A5E9E" w:rsidRPr="00E214CD" w:rsidRDefault="003A5E9E" w:rsidP="000E7AB3">
          <w:pPr>
            <w:jc w:val="center"/>
            <w:rPr>
              <w:rFonts w:ascii="Times New Roman" w:hAnsi="Times New Roman"/>
              <w:szCs w:val="16"/>
            </w:rPr>
          </w:pPr>
        </w:p>
      </w:tc>
    </w:tr>
  </w:tbl>
  <w:p w14:paraId="10589076" w14:textId="77777777" w:rsidR="003A5E9E" w:rsidRDefault="003A5E9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21BBC7" w14:textId="77777777" w:rsidR="0012430A" w:rsidRDefault="0012430A">
      <w:r>
        <w:separator/>
      </w:r>
    </w:p>
  </w:footnote>
  <w:footnote w:type="continuationSeparator" w:id="0">
    <w:p w14:paraId="732D5801" w14:textId="77777777" w:rsidR="0012430A" w:rsidRDefault="001243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AC293F" w14:textId="77777777" w:rsidR="005450DF" w:rsidRDefault="005450DF">
    <w:pPr>
      <w:ind w:left="-1620" w:right="-107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1E882E" w14:textId="77777777" w:rsidR="003A5E9E" w:rsidRDefault="00193193" w:rsidP="000E7AB3">
    <w:pPr>
      <w:pStyle w:val="Header"/>
      <w:tabs>
        <w:tab w:val="clear" w:pos="4153"/>
        <w:tab w:val="clear" w:pos="8306"/>
        <w:tab w:val="left" w:pos="0"/>
      </w:tabs>
      <w:ind w:left="-1560"/>
    </w:pPr>
    <w:r>
      <w:rPr>
        <w:noProof/>
      </w:rPr>
      <w:drawing>
        <wp:anchor distT="0" distB="0" distL="0" distR="0" simplePos="0" relativeHeight="251657728" behindDoc="0" locked="0" layoutInCell="1" allowOverlap="1" wp14:anchorId="44005548" wp14:editId="5BD48F7C">
          <wp:simplePos x="0" y="0"/>
          <wp:positionH relativeFrom="column">
            <wp:posOffset>-989965</wp:posOffset>
          </wp:positionH>
          <wp:positionV relativeFrom="paragraph">
            <wp:posOffset>0</wp:posOffset>
          </wp:positionV>
          <wp:extent cx="7896225" cy="1695450"/>
          <wp:effectExtent l="0" t="0" r="0" b="0"/>
          <wp:wrapSquare wrapText="bothSides"/>
          <wp:docPr id="6" name="Picture 6" descr="blankett_5mm_ble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lankett_5mm_ble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96225" cy="1695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E7AB3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96B3C"/>
    <w:multiLevelType w:val="multilevel"/>
    <w:tmpl w:val="322ADA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9840075"/>
    <w:multiLevelType w:val="hybridMultilevel"/>
    <w:tmpl w:val="2B2CA28A"/>
    <w:lvl w:ilvl="0" w:tplc="042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157D66"/>
    <w:multiLevelType w:val="hybridMultilevel"/>
    <w:tmpl w:val="D750C1E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6C83AEB"/>
    <w:multiLevelType w:val="hybridMultilevel"/>
    <w:tmpl w:val="5D9ED748"/>
    <w:lvl w:ilvl="0" w:tplc="14100EC8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E84213"/>
    <w:multiLevelType w:val="hybridMultilevel"/>
    <w:tmpl w:val="00C28596"/>
    <w:lvl w:ilvl="0" w:tplc="18AE46D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4D24E8"/>
    <w:multiLevelType w:val="hybridMultilevel"/>
    <w:tmpl w:val="910616B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B06A87"/>
    <w:multiLevelType w:val="hybridMultilevel"/>
    <w:tmpl w:val="09E8598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41480851">
    <w:abstractNumId w:val="2"/>
  </w:num>
  <w:num w:numId="2" w16cid:durableId="698745607">
    <w:abstractNumId w:val="5"/>
  </w:num>
  <w:num w:numId="3" w16cid:durableId="1079670432">
    <w:abstractNumId w:val="4"/>
  </w:num>
  <w:num w:numId="4" w16cid:durableId="867716481">
    <w:abstractNumId w:val="3"/>
  </w:num>
  <w:num w:numId="5" w16cid:durableId="1629815359">
    <w:abstractNumId w:val="1"/>
  </w:num>
  <w:num w:numId="6" w16cid:durableId="839655737">
    <w:abstractNumId w:val="6"/>
  </w:num>
  <w:num w:numId="7" w16cid:durableId="19452644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hideSpellingErrors/>
  <w:hideGrammaticalErrors/>
  <w:attachedTemplate r:id="rId1"/>
  <w:defaultTabStop w:val="720"/>
  <w:hyphenationZone w:val="425"/>
  <w:drawingGridHorizontalSpacing w:val="8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3D6A"/>
    <w:rsid w:val="00001C1C"/>
    <w:rsid w:val="00005DC2"/>
    <w:rsid w:val="00014790"/>
    <w:rsid w:val="00021C4B"/>
    <w:rsid w:val="00025FA6"/>
    <w:rsid w:val="00036C4A"/>
    <w:rsid w:val="00041E98"/>
    <w:rsid w:val="00045B65"/>
    <w:rsid w:val="000463E3"/>
    <w:rsid w:val="00073D6A"/>
    <w:rsid w:val="00087B28"/>
    <w:rsid w:val="00092355"/>
    <w:rsid w:val="000C19EA"/>
    <w:rsid w:val="000C4E4D"/>
    <w:rsid w:val="000D6E8D"/>
    <w:rsid w:val="000E07E4"/>
    <w:rsid w:val="000E376F"/>
    <w:rsid w:val="000E7AB3"/>
    <w:rsid w:val="00120AB1"/>
    <w:rsid w:val="0012430A"/>
    <w:rsid w:val="00133896"/>
    <w:rsid w:val="00171DBA"/>
    <w:rsid w:val="00193193"/>
    <w:rsid w:val="001B24CC"/>
    <w:rsid w:val="001C60EC"/>
    <w:rsid w:val="001E0914"/>
    <w:rsid w:val="002238E2"/>
    <w:rsid w:val="00245404"/>
    <w:rsid w:val="002504E1"/>
    <w:rsid w:val="00294A71"/>
    <w:rsid w:val="002B1353"/>
    <w:rsid w:val="00312075"/>
    <w:rsid w:val="0031789D"/>
    <w:rsid w:val="0032388E"/>
    <w:rsid w:val="00327CEB"/>
    <w:rsid w:val="00336CFE"/>
    <w:rsid w:val="003444A4"/>
    <w:rsid w:val="00351729"/>
    <w:rsid w:val="00362ADE"/>
    <w:rsid w:val="003633A5"/>
    <w:rsid w:val="00387A33"/>
    <w:rsid w:val="003A5E9E"/>
    <w:rsid w:val="003B0F71"/>
    <w:rsid w:val="003C0CA0"/>
    <w:rsid w:val="003D02CE"/>
    <w:rsid w:val="003F110F"/>
    <w:rsid w:val="00402D95"/>
    <w:rsid w:val="00404E1E"/>
    <w:rsid w:val="00437BEF"/>
    <w:rsid w:val="00467F3B"/>
    <w:rsid w:val="0048057F"/>
    <w:rsid w:val="004D12B5"/>
    <w:rsid w:val="004D44F3"/>
    <w:rsid w:val="004E39BC"/>
    <w:rsid w:val="00513A6E"/>
    <w:rsid w:val="005144C3"/>
    <w:rsid w:val="005450DF"/>
    <w:rsid w:val="0054756E"/>
    <w:rsid w:val="00561419"/>
    <w:rsid w:val="005B0C6E"/>
    <w:rsid w:val="005D19B6"/>
    <w:rsid w:val="005D30CC"/>
    <w:rsid w:val="005F457E"/>
    <w:rsid w:val="00633D89"/>
    <w:rsid w:val="00661ED7"/>
    <w:rsid w:val="0066294A"/>
    <w:rsid w:val="00682737"/>
    <w:rsid w:val="006D2444"/>
    <w:rsid w:val="00715F1B"/>
    <w:rsid w:val="00751627"/>
    <w:rsid w:val="00776667"/>
    <w:rsid w:val="00780E1A"/>
    <w:rsid w:val="00783F74"/>
    <w:rsid w:val="007B0AB8"/>
    <w:rsid w:val="00810130"/>
    <w:rsid w:val="00820A85"/>
    <w:rsid w:val="00830A21"/>
    <w:rsid w:val="00832DAD"/>
    <w:rsid w:val="00834DDD"/>
    <w:rsid w:val="0084142A"/>
    <w:rsid w:val="008759CD"/>
    <w:rsid w:val="008906AE"/>
    <w:rsid w:val="008912F1"/>
    <w:rsid w:val="008A6CCB"/>
    <w:rsid w:val="008B1719"/>
    <w:rsid w:val="008B5D3F"/>
    <w:rsid w:val="008C496D"/>
    <w:rsid w:val="00906D59"/>
    <w:rsid w:val="00922BE7"/>
    <w:rsid w:val="00923B9E"/>
    <w:rsid w:val="009409BE"/>
    <w:rsid w:val="00940F18"/>
    <w:rsid w:val="009514F5"/>
    <w:rsid w:val="009612C9"/>
    <w:rsid w:val="00974EDC"/>
    <w:rsid w:val="00982F83"/>
    <w:rsid w:val="009E05F5"/>
    <w:rsid w:val="009F0CE8"/>
    <w:rsid w:val="00A12D2A"/>
    <w:rsid w:val="00A27266"/>
    <w:rsid w:val="00A51CC5"/>
    <w:rsid w:val="00A577D2"/>
    <w:rsid w:val="00A66196"/>
    <w:rsid w:val="00A76FEB"/>
    <w:rsid w:val="00A83D1E"/>
    <w:rsid w:val="00AA075D"/>
    <w:rsid w:val="00AE4F34"/>
    <w:rsid w:val="00B11FBF"/>
    <w:rsid w:val="00B33D64"/>
    <w:rsid w:val="00B43FA2"/>
    <w:rsid w:val="00B5126D"/>
    <w:rsid w:val="00BB155C"/>
    <w:rsid w:val="00BD199B"/>
    <w:rsid w:val="00BE2151"/>
    <w:rsid w:val="00C440A4"/>
    <w:rsid w:val="00C44B1D"/>
    <w:rsid w:val="00C658D5"/>
    <w:rsid w:val="00CC1033"/>
    <w:rsid w:val="00D22742"/>
    <w:rsid w:val="00D42C62"/>
    <w:rsid w:val="00D43444"/>
    <w:rsid w:val="00D53784"/>
    <w:rsid w:val="00D66623"/>
    <w:rsid w:val="00D735F0"/>
    <w:rsid w:val="00D75A11"/>
    <w:rsid w:val="00D76EDF"/>
    <w:rsid w:val="00D879F2"/>
    <w:rsid w:val="00D87B2F"/>
    <w:rsid w:val="00E10A35"/>
    <w:rsid w:val="00E214CD"/>
    <w:rsid w:val="00E30FFC"/>
    <w:rsid w:val="00E341C0"/>
    <w:rsid w:val="00E4191B"/>
    <w:rsid w:val="00E52A5C"/>
    <w:rsid w:val="00E77AC7"/>
    <w:rsid w:val="00E945EE"/>
    <w:rsid w:val="00EB2F72"/>
    <w:rsid w:val="00EB501B"/>
    <w:rsid w:val="00F913B3"/>
    <w:rsid w:val="00FA4B88"/>
    <w:rsid w:val="00FA5289"/>
    <w:rsid w:val="00FA560B"/>
    <w:rsid w:val="00FA6081"/>
    <w:rsid w:val="00FB5474"/>
    <w:rsid w:val="00FE29D2"/>
    <w:rsid w:val="54EC9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5DFBB537"/>
  <w15:chartTrackingRefBased/>
  <w15:docId w15:val="{6F6DC527-7E1F-47AF-944D-F81EF4679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77AC7"/>
    <w:pPr>
      <w:jc w:val="both"/>
    </w:pPr>
    <w:rPr>
      <w:rFonts w:ascii="Tahoma" w:hAnsi="Tahoma"/>
      <w:szCs w:val="24"/>
      <w:lang w:eastAsia="en-US"/>
    </w:rPr>
  </w:style>
  <w:style w:type="paragraph" w:styleId="Heading2">
    <w:name w:val="heading 2"/>
    <w:basedOn w:val="Normal"/>
    <w:next w:val="Normal"/>
    <w:qFormat/>
    <w:pPr>
      <w:keepNext/>
      <w:suppressAutoHyphens/>
      <w:jc w:val="left"/>
      <w:outlineLvl w:val="1"/>
    </w:pPr>
    <w:rPr>
      <w:rFonts w:eastAsia="Arial Unicode MS" w:cs="Tahoma"/>
      <w:b/>
      <w:bCs/>
      <w:szCs w:val="20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ealkiri11">
    <w:name w:val="Pealkiri 11"/>
    <w:basedOn w:val="Normal"/>
    <w:pPr>
      <w:ind w:right="1440"/>
      <w:jc w:val="left"/>
    </w:pPr>
    <w:rPr>
      <w:rFonts w:ascii="Verdana" w:hAnsi="Verdana"/>
      <w:b/>
      <w:bCs/>
      <w:sz w:val="18"/>
    </w:rPr>
  </w:style>
  <w:style w:type="paragraph" w:customStyle="1" w:styleId="Pealkiri21">
    <w:name w:val="Pealkiri 21"/>
    <w:basedOn w:val="Normal"/>
    <w:pPr>
      <w:ind w:right="1440"/>
      <w:jc w:val="left"/>
    </w:pPr>
    <w:rPr>
      <w:rFonts w:ascii="Verdana" w:hAnsi="Verdana"/>
      <w:b/>
      <w:bCs/>
      <w:sz w:val="22"/>
    </w:rPr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paragraph" w:styleId="BodyText">
    <w:name w:val="Body Text"/>
    <w:basedOn w:val="Normal"/>
    <w:semiHidden/>
    <w:pPr>
      <w:spacing w:line="360" w:lineRule="auto"/>
      <w:jc w:val="left"/>
    </w:pPr>
    <w:rPr>
      <w:rFonts w:cs="Tahoma"/>
      <w:szCs w:val="20"/>
    </w:rPr>
  </w:style>
  <w:style w:type="character" w:styleId="Hyperlink">
    <w:name w:val="Hyperlink"/>
    <w:semiHidden/>
    <w:rPr>
      <w:color w:val="0000FF"/>
      <w:u w:val="single"/>
    </w:rPr>
  </w:style>
  <w:style w:type="paragraph" w:styleId="BodyTextIndent">
    <w:name w:val="Body Text Indent"/>
    <w:basedOn w:val="Normal"/>
    <w:semiHidden/>
    <w:pPr>
      <w:spacing w:line="360" w:lineRule="auto"/>
      <w:jc w:val="left"/>
    </w:pPr>
    <w:rPr>
      <w:rFonts w:cs="Tahoma"/>
      <w:szCs w:val="20"/>
    </w:rPr>
  </w:style>
  <w:style w:type="paragraph" w:styleId="ListParagraph">
    <w:name w:val="List Paragraph"/>
    <w:basedOn w:val="Normal"/>
    <w:uiPriority w:val="34"/>
    <w:qFormat/>
    <w:rsid w:val="00776667"/>
    <w:pPr>
      <w:ind w:left="720"/>
      <w:contextualSpacing/>
      <w:jc w:val="left"/>
    </w:pPr>
    <w:rPr>
      <w:rFonts w:ascii="Calibri" w:eastAsia="Calibri" w:hAnsi="Calibri"/>
      <w:sz w:val="22"/>
      <w:szCs w:val="22"/>
    </w:rPr>
  </w:style>
  <w:style w:type="character" w:styleId="UnresolvedMention">
    <w:name w:val="Unresolved Mention"/>
    <w:basedOn w:val="DefaultParagraphFont"/>
    <w:uiPriority w:val="99"/>
    <w:semiHidden/>
    <w:unhideWhenUsed/>
    <w:rsid w:val="00193193"/>
    <w:rPr>
      <w:color w:val="808080"/>
      <w:shd w:val="clear" w:color="auto" w:fill="E6E6E6"/>
    </w:rPr>
  </w:style>
  <w:style w:type="paragraph" w:styleId="NoSpacing">
    <w:name w:val="No Spacing"/>
    <w:uiPriority w:val="1"/>
    <w:qFormat/>
    <w:rsid w:val="00193193"/>
    <w:rPr>
      <w:rFonts w:ascii="Calibri" w:eastAsia="Calibri" w:hAnsi="Calibri"/>
      <w:sz w:val="22"/>
      <w:szCs w:val="22"/>
      <w:lang w:eastAsia="en-US"/>
    </w:rPr>
  </w:style>
  <w:style w:type="table" w:styleId="TableGrid">
    <w:name w:val="Table Grid"/>
    <w:basedOn w:val="TableNormal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rmalWeb">
    <w:name w:val="Normal (Web)"/>
    <w:basedOn w:val="Normal"/>
    <w:uiPriority w:val="99"/>
    <w:semiHidden/>
    <w:unhideWhenUsed/>
    <w:rsid w:val="00FA5289"/>
    <w:pPr>
      <w:spacing w:before="100" w:beforeAutospacing="1" w:after="100" w:afterAutospacing="1"/>
      <w:jc w:val="left"/>
    </w:pPr>
    <w:rPr>
      <w:rFonts w:ascii="Times New Roman" w:hAnsi="Times New Roman"/>
      <w:sz w:val="24"/>
      <w:lang w:eastAsia="et-EE"/>
    </w:rPr>
  </w:style>
  <w:style w:type="character" w:styleId="Strong">
    <w:name w:val="Strong"/>
    <w:basedOn w:val="DefaultParagraphFont"/>
    <w:uiPriority w:val="22"/>
    <w:qFormat/>
    <w:rsid w:val="00FA5289"/>
    <w:rPr>
      <w:b/>
      <w:bCs/>
    </w:rPr>
  </w:style>
  <w:style w:type="character" w:customStyle="1" w:styleId="fontstyle01">
    <w:name w:val="fontstyle01"/>
    <w:basedOn w:val="DefaultParagraphFont"/>
    <w:rsid w:val="00FA5289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171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Lembit.Tuimets@transpordiamet.ee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vestman.ee" TargetMode="External"/><Relationship Id="rId1" Type="http://schemas.openxmlformats.org/officeDocument/2006/relationships/hyperlink" Target="mailto:metsamaahaldus@vestman.ee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ilva\My%20Documents\MMH%20ANDMEBAAS\firmagraafika\el_blanket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EB5B5DBDA293843AAA2EAE77AD57F6A" ma:contentTypeVersion="25" ma:contentTypeDescription="Create a new document." ma:contentTypeScope="" ma:versionID="802903d262e842b483ad5f6f1cf75743">
  <xsd:schema xmlns:xsd="http://www.w3.org/2001/XMLSchema" xmlns:xs="http://www.w3.org/2001/XMLSchema" xmlns:p="http://schemas.microsoft.com/office/2006/metadata/properties" xmlns:ns2="7e87d905-09d8-4af3-b2a4-bd0e12385b58" xmlns:ns3="b01480b1-6957-4d4a-bb7a-793161cca6f7" targetNamespace="http://schemas.microsoft.com/office/2006/metadata/properties" ma:root="true" ma:fieldsID="6f5c6468346479f344b065c94006607a" ns2:_="" ns3:_="">
    <xsd:import namespace="7e87d905-09d8-4af3-b2a4-bd0e12385b58"/>
    <xsd:import namespace="b01480b1-6957-4d4a-bb7a-793161cca6f7"/>
    <xsd:element name="properties">
      <xsd:complexType>
        <xsd:sequence>
          <xsd:element name="documentManagement">
            <xsd:complexType>
              <xsd:all>
                <xsd:element ref="ns2:Saatmise_x0020_kpv" minOccurs="0"/>
                <xsd:element ref="ns2:Saatmise_x0020_kuup_x00e4_ev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KPV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87d905-09d8-4af3-b2a4-bd0e12385b58" elementFormDefault="qualified">
    <xsd:import namespace="http://schemas.microsoft.com/office/2006/documentManagement/types"/>
    <xsd:import namespace="http://schemas.microsoft.com/office/infopath/2007/PartnerControls"/>
    <xsd:element name="Saatmise_x0020_kpv" ma:index="2" nillable="true" ma:displayName="Saatmise kpv" ma:format="DateOnly" ma:internalName="Saatmise_x0020_kpv" ma:readOnly="false">
      <xsd:simpleType>
        <xsd:restriction base="dms:DateTime"/>
      </xsd:simpleType>
    </xsd:element>
    <xsd:element name="Saatmise_x0020_kuup_x00e4_ev" ma:index="3" nillable="true" ma:displayName="Saatmise kuupäev" ma:format="DateOnly" ma:internalName="Saatmise_x0020_kuup_x00e4_ev" ma:readOnly="false">
      <xsd:simpleType>
        <xsd:restriction base="dms:DateTime"/>
      </xsd:simpleType>
    </xsd:element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hidden="true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hidden="true" ma:internalName="MediaServiceLocation" ma:readOnly="true">
      <xsd:simpleType>
        <xsd:restriction base="dms:Text"/>
      </xsd:simpleType>
    </xsd:element>
    <xsd:element name="MediaServiceOCR" ma:index="17" nillable="true" ma:displayName="MediaServiceOCR" ma:hidden="true" ma:internalName="MediaServiceOCR" ma:readOnly="true">
      <xsd:simpleType>
        <xsd:restriction base="dms:Note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hidden="true" ma:internalName="MediaServiceKeyPoints" ma:readOnly="true">
      <xsd:simpleType>
        <xsd:restriction base="dms:Note"/>
      </xsd:simpleType>
    </xsd:element>
    <xsd:element name="MediaLengthInSeconds" ma:index="22" nillable="true" ma:displayName="Length (seconds)" ma:hidden="true" ma:internalName="MediaLengthInSeconds" ma:readOnly="true">
      <xsd:simpleType>
        <xsd:restriction base="dms:Unknown"/>
      </xsd:simpleType>
    </xsd:element>
    <xsd:element name="KPV" ma:index="23" nillable="true" ma:displayName="KPV" ma:format="DateOnly" ma:internalName="KPV">
      <xsd:simpleType>
        <xsd:restriction base="dms:DateTime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bd808807-4f5f-4e48-8d96-484596ad7c7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1480b1-6957-4d4a-bb7a-793161cca6f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description="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description="" ma:hidden="true" ma:internalName="SharedWithDetails" ma:readOnly="true">
      <xsd:simpleType>
        <xsd:restriction base="dms:Note"/>
      </xsd:simpleType>
    </xsd:element>
    <xsd:element name="TaxCatchAll" ma:index="26" nillable="true" ma:displayName="Taxonomy Catch All Column" ma:hidden="true" ma:list="{a72aad93-1b8b-4707-8c13-6f59da02a6c8}" ma:internalName="TaxCatchAll" ma:showField="CatchAllData" ma:web="b01480b1-6957-4d4a-bb7a-793161cca6f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aatmise_x0020_kpv xmlns="7e87d905-09d8-4af3-b2a4-bd0e12385b58" xsi:nil="true"/>
    <Saatmise_x0020_kuup_x00e4_ev xmlns="7e87d905-09d8-4af3-b2a4-bd0e12385b58" xsi:nil="true"/>
    <KPV xmlns="7e87d905-09d8-4af3-b2a4-bd0e12385b58" xsi:nil="true"/>
    <TaxCatchAll xmlns="b01480b1-6957-4d4a-bb7a-793161cca6f7" xsi:nil="true"/>
    <lcf76f155ced4ddcb4097134ff3c332f xmlns="7e87d905-09d8-4af3-b2a4-bd0e12385b58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95F86BE-9397-47C0-9ADB-35FA69FA13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e87d905-09d8-4af3-b2a4-bd0e12385b58"/>
    <ds:schemaRef ds:uri="b01480b1-6957-4d4a-bb7a-793161cca6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8A40F4A-F3B3-4386-A67A-6569E79F599B}">
  <ds:schemaRefs>
    <ds:schemaRef ds:uri="http://schemas.microsoft.com/office/2006/metadata/properties"/>
    <ds:schemaRef ds:uri="http://schemas.microsoft.com/office/infopath/2007/PartnerControls"/>
    <ds:schemaRef ds:uri="7e87d905-09d8-4af3-b2a4-bd0e12385b58"/>
    <ds:schemaRef ds:uri="b01480b1-6957-4d4a-bb7a-793161cca6f7"/>
  </ds:schemaRefs>
</ds:datastoreItem>
</file>

<file path=customXml/itemProps3.xml><?xml version="1.0" encoding="utf-8"?>
<ds:datastoreItem xmlns:ds="http://schemas.openxmlformats.org/officeDocument/2006/customXml" ds:itemID="{B12F10FC-3350-40E8-85DB-6E3C00DAB39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655D4A3-421B-4C0A-9B8A-14AE78F76FA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C:\Documents and Settings\silva\My Documents\MMH ANDMEBAAS\firmagraafika\el_blankett.dot</Template>
  <TotalTime>1</TotalTime>
  <Pages>1</Pages>
  <Words>133</Words>
  <Characters>759</Characters>
  <Application>Microsoft Office Word</Application>
  <DocSecurity>4</DocSecurity>
  <Lines>6</Lines>
  <Paragraphs>1</Paragraphs>
  <ScaleCrop>false</ScaleCrop>
  <Company>Flash AD</Company>
  <LinksUpToDate>false</LinksUpToDate>
  <CharactersWithSpaces>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Verdana 8pt</dc:title>
  <dc:subject/>
  <dc:creator>Marita Nael</dc:creator>
  <cp:keywords/>
  <cp:lastModifiedBy>Taavi Raadik</cp:lastModifiedBy>
  <cp:revision>2</cp:revision>
  <cp:lastPrinted>2016-04-21T06:31:00Z</cp:lastPrinted>
  <dcterms:created xsi:type="dcterms:W3CDTF">2025-10-16T13:33:00Z</dcterms:created>
  <dcterms:modified xsi:type="dcterms:W3CDTF">2025-10-16T13:33:00Z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0x010100CEB5B5DBDA293843AAA2EAE77AD57F6A</vt:lpwstr>
  </property>
  <property fmtid="{D5CDD505-2E9C-101B-9397-08002B2CF9AE}" pid="3" name="MediaServiceImageTags">
    <vt:lpwstr/>
  </property>
</Properties>
</file>